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000A82A-5F60-4A6C-AD31-72C3E421D18A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